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A057E6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2022-2025</w:t>
      </w:r>
    </w:p>
    <w:p w14:paraId="39922766" w14:textId="4EF1D1F0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1040E8">
        <w:rPr>
          <w:rFonts w:ascii="Corbel" w:hAnsi="Corbel"/>
          <w:sz w:val="20"/>
          <w:szCs w:val="20"/>
        </w:rPr>
        <w:t>3</w:t>
      </w:r>
      <w:r w:rsidR="002F1C9B">
        <w:rPr>
          <w:rFonts w:ascii="Corbel" w:hAnsi="Corbel"/>
          <w:sz w:val="20"/>
          <w:szCs w:val="20"/>
        </w:rPr>
        <w:t>/202</w:t>
      </w:r>
      <w:r w:rsidR="001040E8">
        <w:rPr>
          <w:rFonts w:ascii="Corbel" w:hAnsi="Corbel"/>
          <w:sz w:val="20"/>
          <w:szCs w:val="20"/>
        </w:rPr>
        <w:t>4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BC2A318" w:rsidR="0085747A" w:rsidRPr="009C54AE" w:rsidRDefault="00900C23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C1A2E6" w:rsidR="00015B8F" w:rsidRPr="009C54AE" w:rsidRDefault="00900C23" w:rsidP="4CA76275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proofErr w:type="gramStart"/>
      <w:r w:rsidRPr="00536612">
        <w:rPr>
          <w:rFonts w:ascii="Corbel" w:hAnsi="Corbel"/>
          <w:b w:val="0"/>
          <w:smallCaps w:val="0"/>
          <w:szCs w:val="24"/>
        </w:rPr>
        <w:t>egzamin</w:t>
      </w:r>
      <w:proofErr w:type="gramEnd"/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proofErr w:type="gramStart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proofErr w:type="gramEnd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w</w:t>
            </w:r>
            <w:proofErr w:type="gramEnd"/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proofErr w:type="gramEnd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w</w:t>
            </w:r>
            <w:proofErr w:type="gramEnd"/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proofErr w:type="gramEnd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w</w:t>
            </w:r>
            <w:proofErr w:type="gramEnd"/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proofErr w:type="gramEnd"/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w</w:t>
            </w:r>
            <w:proofErr w:type="gramEnd"/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proofErr w:type="gram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w</w:t>
            </w:r>
            <w:proofErr w:type="gramEnd"/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EF6C3E3" w:rsidR="0085747A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12C89277" w:rsidR="00C61DC5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  <w:bookmarkStart w:id="1" w:name="_GoBack"/>
            <w:bookmarkEnd w:id="1"/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Lichniak I. (</w:t>
            </w:r>
            <w:proofErr w:type="gram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</w:t>
            </w:r>
            <w:proofErr w:type="gram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E661F" w14:textId="77777777" w:rsidR="004A6762" w:rsidRDefault="004A6762" w:rsidP="00C16ABF">
      <w:pPr>
        <w:spacing w:after="0" w:line="240" w:lineRule="auto"/>
      </w:pPr>
      <w:r>
        <w:separator/>
      </w:r>
    </w:p>
  </w:endnote>
  <w:endnote w:type="continuationSeparator" w:id="0">
    <w:p w14:paraId="11106007" w14:textId="77777777" w:rsidR="004A6762" w:rsidRDefault="004A67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11D91" w14:textId="77777777" w:rsidR="004A6762" w:rsidRDefault="004A6762" w:rsidP="00C16ABF">
      <w:pPr>
        <w:spacing w:after="0" w:line="240" w:lineRule="auto"/>
      </w:pPr>
      <w:r>
        <w:separator/>
      </w:r>
    </w:p>
  </w:footnote>
  <w:footnote w:type="continuationSeparator" w:id="0">
    <w:p w14:paraId="2D05718F" w14:textId="77777777" w:rsidR="004A6762" w:rsidRDefault="004A676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762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00C23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BB00B7-6F32-4B0D-830F-06279A28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4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</cp:revision>
  <cp:lastPrinted>2019-02-06T12:12:00Z</cp:lastPrinted>
  <dcterms:created xsi:type="dcterms:W3CDTF">2022-06-03T16:04:00Z</dcterms:created>
  <dcterms:modified xsi:type="dcterms:W3CDTF">2022-06-03T16:04:00Z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